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99086" w14:textId="2BB42DCB" w:rsidR="00071526" w:rsidRPr="00071526" w:rsidRDefault="00071526" w:rsidP="00071526"/>
    <w:p w14:paraId="415A3E38" w14:textId="0184D217" w:rsidR="002A7740" w:rsidRPr="00086D5A" w:rsidRDefault="002A7740" w:rsidP="002A7740">
      <w:pPr>
        <w:tabs>
          <w:tab w:val="left" w:pos="5410"/>
        </w:tabs>
        <w:rPr>
          <w:rFonts w:ascii="Arial" w:hAnsi="Arial" w:cs="Arial"/>
        </w:rPr>
      </w:pPr>
      <w:r w:rsidRPr="00867F3C">
        <w:rPr>
          <w:rFonts w:ascii="Arial" w:hAnsi="Arial" w:cs="Arial"/>
        </w:rPr>
        <w:t>Nome: ___________________________________ Data: _________________</w:t>
      </w:r>
      <w:r>
        <w:rPr>
          <w:rFonts w:ascii="Arial" w:hAnsi="Arial" w:cs="Arial"/>
        </w:rPr>
        <w:br/>
      </w:r>
    </w:p>
    <w:p w14:paraId="3E11C682" w14:textId="6810B139" w:rsidR="00CD1AAC" w:rsidRDefault="00CD1AAC" w:rsidP="00CD1AAC">
      <w:pPr>
        <w:spacing w:line="360" w:lineRule="auto"/>
        <w:jc w:val="both"/>
        <w:rPr>
          <w:rFonts w:ascii="Arial" w:hAnsi="Arial" w:cs="Arial"/>
        </w:rPr>
      </w:pP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BBD6B03" wp14:editId="399ECAEB">
                <wp:simplePos x="0" y="0"/>
                <wp:positionH relativeFrom="column">
                  <wp:posOffset>-629920</wp:posOffset>
                </wp:positionH>
                <wp:positionV relativeFrom="paragraph">
                  <wp:posOffset>30480</wp:posOffset>
                </wp:positionV>
                <wp:extent cx="6632575" cy="508635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2575" cy="508635"/>
                        </a:xfrm>
                        <a:prstGeom prst="rect">
                          <a:avLst/>
                        </a:prstGeom>
                        <a:solidFill>
                          <a:srgbClr val="1F62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8D838D" w14:textId="44E7CABF" w:rsidR="00071526" w:rsidRPr="004B4EC8" w:rsidRDefault="00455170" w:rsidP="0007152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Inspetor Computacional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BD6B03" id="Retângulo 32" o:spid="_x0000_s1026" style="position:absolute;left:0;text-align:left;margin-left:-49.6pt;margin-top:2.4pt;width:522.25pt;height:40.0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" fillcolor="#1f628e" stroked="f" strokeweight="1pt">
                <v:textbox>
                  <w:txbxContent>
                    <w:p w14:paraId="7E8D838D" w14:textId="44E7CABF" w:rsidR="00071526" w:rsidRPr="004B4EC8" w:rsidRDefault="00455170" w:rsidP="00071526">
                      <w:pPr>
                        <w:jc w:val="right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Inspetor Computacional</w:t>
                      </w:r>
                    </w:p>
                  </w:txbxContent>
                </v:textbox>
              </v:rect>
            </w:pict>
          </mc:Fallback>
        </mc:AlternateContent>
      </w: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81CF3A6" wp14:editId="1BDB5CE2">
                <wp:simplePos x="0" y="0"/>
                <wp:positionH relativeFrom="column">
                  <wp:posOffset>-492760</wp:posOffset>
                </wp:positionH>
                <wp:positionV relativeFrom="paragraph">
                  <wp:posOffset>102870</wp:posOffset>
                </wp:positionV>
                <wp:extent cx="922020" cy="362585"/>
                <wp:effectExtent l="0" t="0" r="5080" b="5715"/>
                <wp:wrapNone/>
                <wp:docPr id="33" name="Retâ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362585"/>
                        </a:xfrm>
                        <a:prstGeom prst="rect">
                          <a:avLst/>
                        </a:prstGeom>
                        <a:solidFill>
                          <a:srgbClr val="A7B9C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72C866" w14:textId="584CBF20" w:rsidR="00071526" w:rsidRDefault="00DB5100" w:rsidP="00071526">
                            <w:pPr>
                              <w:jc w:val="center"/>
                            </w:pPr>
                            <w:r>
                              <w:t>Offline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1CF3A6" id="Retângulo 33" o:spid="_x0000_s1027" style="position:absolute;left:0;text-align:left;margin-left:-38.8pt;margin-top:8.1pt;width:72.6pt;height:28.55pt;z-index:251649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" fillcolor="#a7b9cb" stroked="f" strokeweight="1pt">
                <v:textbox>
                  <w:txbxContent>
                    <w:p w14:paraId="1A72C866" w14:textId="584CBF20" w:rsidR="00071526" w:rsidRDefault="00DB5100" w:rsidP="00071526">
                      <w:pPr>
                        <w:jc w:val="center"/>
                      </w:pPr>
                      <w:r>
                        <w:t>Offline</w:t>
                      </w:r>
                    </w:p>
                  </w:txbxContent>
                </v:textbox>
              </v:rect>
            </w:pict>
          </mc:Fallback>
        </mc:AlternateContent>
      </w:r>
      <w:r>
        <w:br/>
      </w:r>
      <w:r>
        <w:br/>
      </w:r>
    </w:p>
    <w:p w14:paraId="04DED8FB" w14:textId="5D062961" w:rsidR="00F275F5" w:rsidRDefault="00901861" w:rsidP="00F275F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661C6D">
        <w:rPr>
          <w:rFonts w:ascii="Arial" w:hAnsi="Arial" w:cs="Arial"/>
        </w:rPr>
        <w:t>.</w:t>
      </w:r>
      <w:r w:rsidR="00022012">
        <w:rPr>
          <w:rFonts w:ascii="Arial" w:hAnsi="Arial" w:cs="Arial"/>
        </w:rPr>
        <w:t xml:space="preserve"> </w:t>
      </w:r>
      <w:r w:rsidR="00B91414">
        <w:rPr>
          <w:rFonts w:ascii="Arial" w:hAnsi="Arial" w:cs="Arial"/>
        </w:rPr>
        <w:t xml:space="preserve">Ajuda o agricultor. </w:t>
      </w:r>
      <w:r w:rsidR="00022012">
        <w:rPr>
          <w:rFonts w:ascii="Arial" w:hAnsi="Arial" w:cs="Arial"/>
        </w:rPr>
        <w:t xml:space="preserve">Encontra e </w:t>
      </w:r>
      <w:r w:rsidR="009844F1">
        <w:rPr>
          <w:rFonts w:ascii="Arial" w:hAnsi="Arial" w:cs="Arial"/>
        </w:rPr>
        <w:t xml:space="preserve">corrige o </w:t>
      </w:r>
      <w:r w:rsidR="009844F1" w:rsidRPr="009844F1">
        <w:rPr>
          <w:rFonts w:ascii="Arial" w:hAnsi="Arial" w:cs="Arial"/>
          <w:i/>
          <w:iCs/>
        </w:rPr>
        <w:t>bug</w:t>
      </w:r>
      <w:r w:rsidR="009844F1">
        <w:rPr>
          <w:rFonts w:ascii="Arial" w:hAnsi="Arial" w:cs="Arial"/>
        </w:rPr>
        <w:t xml:space="preserve"> nos seguintes códigos.</w:t>
      </w:r>
    </w:p>
    <w:p w14:paraId="2FA4E131" w14:textId="77777777" w:rsidR="00B91414" w:rsidRDefault="00B91414" w:rsidP="00F275F5">
      <w:pPr>
        <w:spacing w:line="360" w:lineRule="auto"/>
        <w:jc w:val="both"/>
        <w:rPr>
          <w:rFonts w:ascii="Times New Roman" w:eastAsia="Times New Roman" w:hAnsi="Times New Roman" w:cs="Times New Roman"/>
          <w:lang w:eastAsia="pt-PT"/>
        </w:rPr>
      </w:pPr>
    </w:p>
    <w:p w14:paraId="66BBF314" w14:textId="6808AB6A" w:rsidR="00455170" w:rsidRDefault="00AE098C" w:rsidP="00F275F5">
      <w:pPr>
        <w:spacing w:line="360" w:lineRule="auto"/>
        <w:jc w:val="both"/>
        <w:rPr>
          <w:rFonts w:ascii="Times New Roman" w:eastAsia="Times New Roman" w:hAnsi="Times New Roman" w:cs="Times New Roman"/>
          <w:lang w:eastAsia="pt-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35893C2" wp14:editId="23FB5A94">
                <wp:simplePos x="0" y="0"/>
                <wp:positionH relativeFrom="column">
                  <wp:posOffset>-683190</wp:posOffset>
                </wp:positionH>
                <wp:positionV relativeFrom="paragraph">
                  <wp:posOffset>327025</wp:posOffset>
                </wp:positionV>
                <wp:extent cx="1828800" cy="1828800"/>
                <wp:effectExtent l="0" t="0" r="0" b="0"/>
                <wp:wrapNone/>
                <wp:docPr id="78" name="Caixa de Texto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EB50CC" w14:textId="35818BDE" w:rsidR="00AE098C" w:rsidRPr="00AE098C" w:rsidRDefault="00AE098C" w:rsidP="00AE098C">
                            <w:pPr>
                              <w:spacing w:line="36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E098C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5893C2" id="_x0000_t202" coordsize="21600,21600" o:spt="202" path="m,l,21600r21600,l21600,xe">
                <v:stroke joinstyle="miter"/>
                <v:path gradientshapeok="t" o:connecttype="rect"/>
              </v:shapetype>
              <v:shape id="Caixa de Texto 78" o:spid="_x0000_s1028" type="#_x0000_t202" style="position:absolute;left:0;text-align:left;margin-left:-53.8pt;margin-top:25.75pt;width:2in;height:2in;z-index:2516858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" filled="f" stroked="f">
                <v:fill o:detectmouseclick="t"/>
                <v:textbox style="mso-fit-shape-to-text:t">
                  <w:txbxContent>
                    <w:p w14:paraId="03EB50CC" w14:textId="35818BDE" w:rsidR="00AE098C" w:rsidRPr="00AE098C" w:rsidRDefault="00AE098C" w:rsidP="00AE098C">
                      <w:pPr>
                        <w:spacing w:line="360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E098C">
                        <w:rPr>
                          <w:rFonts w:ascii="Arial" w:eastAsia="Times New Roman" w:hAnsi="Arial" w:cs="Arial"/>
                          <w:color w:val="000000" w:themeColor="text1"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A)</w:t>
                      </w:r>
                    </w:p>
                  </w:txbxContent>
                </v:textbox>
              </v:shape>
            </w:pict>
          </mc:Fallback>
        </mc:AlternateContent>
      </w:r>
    </w:p>
    <w:p w14:paraId="55F37282" w14:textId="76855552" w:rsidR="00FF14C3" w:rsidRDefault="00FF14C3" w:rsidP="001D2BF0">
      <w:pPr>
        <w:spacing w:line="360" w:lineRule="auto"/>
        <w:jc w:val="both"/>
        <w:rPr>
          <w:rFonts w:ascii="Times New Roman" w:eastAsia="Times New Roman" w:hAnsi="Times New Roman" w:cs="Times New Roman"/>
          <w:lang w:eastAsia="pt-PT"/>
        </w:rPr>
      </w:pPr>
      <w:r>
        <w:rPr>
          <w:rFonts w:ascii="Questrial" w:eastAsia="Questrial" w:hAnsi="Questrial" w:cs="Questrial"/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3DD6F6FB" wp14:editId="1EC2D759">
                <wp:extent cx="466725" cy="303096"/>
                <wp:effectExtent l="0" t="12700" r="28575" b="27305"/>
                <wp:docPr id="2" name="Seta para a Direit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6150" y="3493650"/>
                          <a:ext cx="899700" cy="572700"/>
                        </a:xfrm>
                        <a:prstGeom prst="rightArrow">
                          <a:avLst>
                            <a:gd name="adj1" fmla="val 33184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8EBAB69" w14:textId="77777777" w:rsidR="00FF14C3" w:rsidRDefault="00FF14C3" w:rsidP="00FF14C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DD6F6F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eta para a Direita 2" o:spid="_x0000_s1029" type="#_x0000_t13" style="width:36.7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" adj="14725,7216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08EBAB69" w14:textId="77777777" w:rsidR="00FF14C3" w:rsidRDefault="00FF14C3" w:rsidP="00FF14C3">
                      <w:pPr>
                        <w:textDirection w:val="btL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Questrial" w:eastAsia="Questrial" w:hAnsi="Questrial" w:cs="Questrial"/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16F76109" wp14:editId="29D3C9D4">
                <wp:extent cx="466725" cy="303096"/>
                <wp:effectExtent l="0" t="12700" r="28575" b="27305"/>
                <wp:docPr id="1" name="Seta para a Direit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6150" y="3493650"/>
                          <a:ext cx="899700" cy="572700"/>
                        </a:xfrm>
                        <a:prstGeom prst="rightArrow">
                          <a:avLst>
                            <a:gd name="adj1" fmla="val 33184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99AF702" w14:textId="77777777" w:rsidR="00FF14C3" w:rsidRDefault="00FF14C3" w:rsidP="00FF14C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6F76109" id="Seta para a Direita 1" o:spid="_x0000_s1030" type="#_x0000_t13" style="width:36.7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" adj="14725,7216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099AF702" w14:textId="77777777" w:rsidR="00FF14C3" w:rsidRDefault="00FF14C3" w:rsidP="00FF14C3">
                      <w:pPr>
                        <w:textDirection w:val="btL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Questrial" w:eastAsia="Questrial" w:hAnsi="Questrial" w:cs="Questrial"/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2BCFCBD7" wp14:editId="1DEA7E9A">
                <wp:extent cx="466725" cy="303096"/>
                <wp:effectExtent l="0" t="12700" r="28575" b="27305"/>
                <wp:docPr id="4" name="Seta para a Direit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6150" y="3493650"/>
                          <a:ext cx="899700" cy="572700"/>
                        </a:xfrm>
                        <a:prstGeom prst="rightArrow">
                          <a:avLst>
                            <a:gd name="adj1" fmla="val 33184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1467F63" w14:textId="77777777" w:rsidR="00FF14C3" w:rsidRDefault="00FF14C3" w:rsidP="00FF14C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BCFCBD7" id="Seta para a Direita 4" o:spid="_x0000_s1031" type="#_x0000_t13" style="width:36.7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" adj="14725,7216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51467F63" w14:textId="77777777" w:rsidR="00FF14C3" w:rsidRDefault="00FF14C3" w:rsidP="00FF14C3">
                      <w:pPr>
                        <w:textDirection w:val="btL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Questrial" w:eastAsia="Questrial" w:hAnsi="Questrial" w:cs="Questrial"/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00C47371" wp14:editId="4807A5F6">
                <wp:extent cx="466725" cy="303096"/>
                <wp:effectExtent l="0" t="6985" r="21590" b="8890"/>
                <wp:docPr id="3" name="Seta para a Direit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4896150" y="3493650"/>
                          <a:ext cx="899700" cy="572700"/>
                        </a:xfrm>
                        <a:prstGeom prst="rightArrow">
                          <a:avLst>
                            <a:gd name="adj1" fmla="val 33184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56611AE" w14:textId="77777777" w:rsidR="00FF14C3" w:rsidRDefault="00FF14C3" w:rsidP="00FF14C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C47371" id="Seta para a Direita 3" o:spid="_x0000_s1032" type="#_x0000_t13" style="width:36.75pt;height:23.85pt;rotation:-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" adj="14725,7216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056611AE" w14:textId="77777777" w:rsidR="00FF14C3" w:rsidRDefault="00FF14C3" w:rsidP="00FF14C3">
                      <w:pPr>
                        <w:textDirection w:val="btL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Questrial" w:eastAsia="Questrial" w:hAnsi="Questrial" w:cs="Questrial"/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74A97C1D" wp14:editId="00F09966">
                <wp:extent cx="466725" cy="303096"/>
                <wp:effectExtent l="0" t="12700" r="28575" b="27305"/>
                <wp:docPr id="5" name="Seta para a Direit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6150" y="3493650"/>
                          <a:ext cx="899700" cy="572700"/>
                        </a:xfrm>
                        <a:prstGeom prst="rightArrow">
                          <a:avLst>
                            <a:gd name="adj1" fmla="val 33184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CFE6C35" w14:textId="77777777" w:rsidR="00FF14C3" w:rsidRDefault="00FF14C3" w:rsidP="00FF14C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4A97C1D" id="Seta para a Direita 5" o:spid="_x0000_s1033" type="#_x0000_t13" style="width:36.7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" adj="14725,7216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5CFE6C35" w14:textId="77777777" w:rsidR="00FF14C3" w:rsidRDefault="00FF14C3" w:rsidP="00FF14C3">
                      <w:pPr>
                        <w:textDirection w:val="btL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Questrial" w:eastAsia="Questrial" w:hAnsi="Questrial" w:cs="Questrial"/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5BE4E1E4" wp14:editId="7141460E">
                <wp:extent cx="466725" cy="303096"/>
                <wp:effectExtent l="0" t="12700" r="28575" b="27305"/>
                <wp:docPr id="7" name="Seta para a Direit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6150" y="3493650"/>
                          <a:ext cx="899700" cy="572700"/>
                        </a:xfrm>
                        <a:prstGeom prst="rightArrow">
                          <a:avLst>
                            <a:gd name="adj1" fmla="val 33184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92AF8FA" w14:textId="77777777" w:rsidR="00FF14C3" w:rsidRDefault="00FF14C3" w:rsidP="00FF14C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BE4E1E4" id="Seta para a Direita 7" o:spid="_x0000_s1034" type="#_x0000_t13" style="width:36.7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" adj="14725,7216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792AF8FA" w14:textId="77777777" w:rsidR="00FF14C3" w:rsidRDefault="00FF14C3" w:rsidP="00FF14C3">
                      <w:pPr>
                        <w:textDirection w:val="btL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Questrial" w:eastAsia="Questrial" w:hAnsi="Questrial" w:cs="Questrial"/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49677592" wp14:editId="6A052E78">
                <wp:extent cx="466725" cy="303096"/>
                <wp:effectExtent l="0" t="12700" r="28575" b="27305"/>
                <wp:docPr id="8" name="Seta para a Direit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6150" y="3493650"/>
                          <a:ext cx="899700" cy="572700"/>
                        </a:xfrm>
                        <a:prstGeom prst="rightArrow">
                          <a:avLst>
                            <a:gd name="adj1" fmla="val 33184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3EB3AF3" w14:textId="77777777" w:rsidR="00FF14C3" w:rsidRDefault="00FF14C3" w:rsidP="00FF14C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9677592" id="Seta para a Direita 8" o:spid="_x0000_s1035" type="#_x0000_t13" style="width:36.7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" adj="14725,7216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03EB3AF3" w14:textId="77777777" w:rsidR="00FF14C3" w:rsidRDefault="00FF14C3" w:rsidP="00FF14C3">
                      <w:pPr>
                        <w:textDirection w:val="btL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TabelacomGrelha"/>
        <w:tblpPr w:leftFromText="141" w:rightFromText="141" w:vertAnchor="page" w:horzAnchor="margin" w:tblpY="4955"/>
        <w:tblW w:w="0" w:type="auto"/>
        <w:tblLook w:val="04A0" w:firstRow="1" w:lastRow="0" w:firstColumn="1" w:lastColumn="0" w:noHBand="0" w:noVBand="1"/>
      </w:tblPr>
      <w:tblGrid>
        <w:gridCol w:w="1030"/>
        <w:gridCol w:w="1030"/>
        <w:gridCol w:w="1030"/>
        <w:gridCol w:w="1030"/>
        <w:gridCol w:w="1030"/>
        <w:gridCol w:w="1030"/>
        <w:gridCol w:w="1030"/>
      </w:tblGrid>
      <w:tr w:rsidR="009844F1" w14:paraId="2B87EA58" w14:textId="77777777" w:rsidTr="00B91414">
        <w:trPr>
          <w:trHeight w:val="971"/>
        </w:trPr>
        <w:tc>
          <w:tcPr>
            <w:tcW w:w="1030" w:type="dxa"/>
          </w:tcPr>
          <w:p w14:paraId="5CCA4474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  <w:r w:rsidRPr="00FF042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6672" behindDoc="0" locked="0" layoutInCell="1" allowOverlap="1" wp14:anchorId="50FEDD2E" wp14:editId="5C77FC9C">
                  <wp:simplePos x="0" y="0"/>
                  <wp:positionH relativeFrom="column">
                    <wp:posOffset>56684</wp:posOffset>
                  </wp:positionH>
                  <wp:positionV relativeFrom="paragraph">
                    <wp:posOffset>76061</wp:posOffset>
                  </wp:positionV>
                  <wp:extent cx="396663" cy="439815"/>
                  <wp:effectExtent l="0" t="0" r="0" b="5080"/>
                  <wp:wrapNone/>
                  <wp:docPr id="6" name="Imagem 3" descr="Uma imagem com brinquedo, boneco&#10;&#10;Descrição gerada automa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9523FC7-57CE-9846-A6C4-24F6D08D013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m 3" descr="Uma imagem com brinquedo, boneco&#10;&#10;Descrição gerada automaticamente">
                            <a:extLst>
                              <a:ext uri="{FF2B5EF4-FFF2-40B4-BE49-F238E27FC236}">
                                <a16:creationId xmlns:a16="http://schemas.microsoft.com/office/drawing/2014/main" id="{F9523FC7-57CE-9846-A6C4-24F6D08D013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663" cy="439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30" w:type="dxa"/>
          </w:tcPr>
          <w:p w14:paraId="56B0EEB4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</w:p>
        </w:tc>
        <w:tc>
          <w:tcPr>
            <w:tcW w:w="1030" w:type="dxa"/>
          </w:tcPr>
          <w:p w14:paraId="5CC2640D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</w:p>
        </w:tc>
        <w:tc>
          <w:tcPr>
            <w:tcW w:w="1030" w:type="dxa"/>
          </w:tcPr>
          <w:p w14:paraId="28853FCF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</w:p>
        </w:tc>
        <w:tc>
          <w:tcPr>
            <w:tcW w:w="3090" w:type="dxa"/>
            <w:gridSpan w:val="3"/>
            <w:tcBorders>
              <w:top w:val="nil"/>
              <w:right w:val="nil"/>
            </w:tcBorders>
          </w:tcPr>
          <w:p w14:paraId="1AEDB00F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</w:p>
        </w:tc>
      </w:tr>
      <w:tr w:rsidR="009844F1" w14:paraId="1CE67AB9" w14:textId="77777777" w:rsidTr="00B91414">
        <w:trPr>
          <w:trHeight w:val="971"/>
        </w:trPr>
        <w:tc>
          <w:tcPr>
            <w:tcW w:w="3090" w:type="dxa"/>
            <w:gridSpan w:val="3"/>
            <w:tcBorders>
              <w:left w:val="nil"/>
              <w:bottom w:val="nil"/>
            </w:tcBorders>
          </w:tcPr>
          <w:p w14:paraId="183602F8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</w:p>
        </w:tc>
        <w:tc>
          <w:tcPr>
            <w:tcW w:w="1030" w:type="dxa"/>
          </w:tcPr>
          <w:p w14:paraId="6B1CA521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</w:p>
        </w:tc>
        <w:tc>
          <w:tcPr>
            <w:tcW w:w="1030" w:type="dxa"/>
          </w:tcPr>
          <w:p w14:paraId="44F7D64E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</w:p>
        </w:tc>
        <w:tc>
          <w:tcPr>
            <w:tcW w:w="1030" w:type="dxa"/>
          </w:tcPr>
          <w:p w14:paraId="72E536CA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</w:p>
        </w:tc>
        <w:tc>
          <w:tcPr>
            <w:tcW w:w="1030" w:type="dxa"/>
          </w:tcPr>
          <w:p w14:paraId="5E73D606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  <w:r w:rsidRPr="00FF042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7696" behindDoc="0" locked="0" layoutInCell="1" allowOverlap="1" wp14:anchorId="0222D0C8" wp14:editId="0CB02F8C">
                  <wp:simplePos x="0" y="0"/>
                  <wp:positionH relativeFrom="column">
                    <wp:posOffset>29443</wp:posOffset>
                  </wp:positionH>
                  <wp:positionV relativeFrom="paragraph">
                    <wp:posOffset>68901</wp:posOffset>
                  </wp:positionV>
                  <wp:extent cx="477795" cy="482376"/>
                  <wp:effectExtent l="0" t="0" r="5080" b="635"/>
                  <wp:wrapNone/>
                  <wp:docPr id="10" name="Imagem 9" descr="Uma imagem com planta&#10;&#10;Descrição gerada automa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F957860-F7EB-4F47-A063-D0EF824F3A1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m 9" descr="Uma imagem com planta&#10;&#10;Descrição gerada automaticamente">
                            <a:extLst>
                              <a:ext uri="{FF2B5EF4-FFF2-40B4-BE49-F238E27FC236}">
                                <a16:creationId xmlns:a16="http://schemas.microsoft.com/office/drawing/2014/main" id="{3F957860-F7EB-4F47-A063-D0EF824F3A1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795" cy="48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212A7CF" w14:textId="1060222C" w:rsidR="009844F1" w:rsidRDefault="00FF14C3" w:rsidP="001D2BF0">
      <w:pPr>
        <w:spacing w:line="360" w:lineRule="auto"/>
        <w:jc w:val="both"/>
        <w:rPr>
          <w:rFonts w:ascii="Times New Roman" w:eastAsia="Times New Roman" w:hAnsi="Times New Roman" w:cs="Times New Roman"/>
          <w:lang w:eastAsia="pt-PT"/>
        </w:rPr>
      </w:pPr>
      <w:r>
        <w:rPr>
          <w:rFonts w:ascii="Times New Roman" w:eastAsia="Times New Roman" w:hAnsi="Times New Roman" w:cs="Times New Roman"/>
          <w:lang w:eastAsia="pt-PT"/>
        </w:rPr>
        <w:br/>
      </w:r>
      <w:r>
        <w:rPr>
          <w:rFonts w:ascii="Times New Roman" w:eastAsia="Times New Roman" w:hAnsi="Times New Roman" w:cs="Times New Roman"/>
          <w:lang w:eastAsia="pt-PT"/>
        </w:rPr>
        <w:br/>
      </w:r>
      <w:r>
        <w:rPr>
          <w:rFonts w:ascii="Times New Roman" w:eastAsia="Times New Roman" w:hAnsi="Times New Roman" w:cs="Times New Roman"/>
          <w:lang w:eastAsia="pt-PT"/>
        </w:rPr>
        <w:br/>
      </w:r>
      <w:r>
        <w:rPr>
          <w:rFonts w:ascii="Times New Roman" w:eastAsia="Times New Roman" w:hAnsi="Times New Roman" w:cs="Times New Roman"/>
          <w:lang w:eastAsia="pt-PT"/>
        </w:rPr>
        <w:br/>
      </w:r>
    </w:p>
    <w:tbl>
      <w:tblPr>
        <w:tblStyle w:val="TabelacomGrelha"/>
        <w:tblpPr w:leftFromText="141" w:rightFromText="141" w:vertAnchor="page" w:horzAnchor="margin" w:tblpY="8826"/>
        <w:tblW w:w="0" w:type="auto"/>
        <w:tblLook w:val="04A0" w:firstRow="1" w:lastRow="0" w:firstColumn="1" w:lastColumn="0" w:noHBand="0" w:noVBand="1"/>
      </w:tblPr>
      <w:tblGrid>
        <w:gridCol w:w="1030"/>
        <w:gridCol w:w="1030"/>
        <w:gridCol w:w="1030"/>
        <w:gridCol w:w="1030"/>
        <w:gridCol w:w="1030"/>
        <w:gridCol w:w="1030"/>
        <w:gridCol w:w="1030"/>
      </w:tblGrid>
      <w:tr w:rsidR="009844F1" w14:paraId="37F242B4" w14:textId="77777777" w:rsidTr="00B91414">
        <w:trPr>
          <w:trHeight w:val="971"/>
        </w:trPr>
        <w:tc>
          <w:tcPr>
            <w:tcW w:w="1030" w:type="dxa"/>
          </w:tcPr>
          <w:p w14:paraId="7BB5F099" w14:textId="211D24AE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</w:p>
        </w:tc>
        <w:tc>
          <w:tcPr>
            <w:tcW w:w="1030" w:type="dxa"/>
          </w:tcPr>
          <w:p w14:paraId="0DDC0789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  <w:r w:rsidRPr="00FF042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3840" behindDoc="0" locked="0" layoutInCell="1" allowOverlap="1" wp14:anchorId="762559B6" wp14:editId="11EF83F2">
                  <wp:simplePos x="0" y="0"/>
                  <wp:positionH relativeFrom="column">
                    <wp:posOffset>56807</wp:posOffset>
                  </wp:positionH>
                  <wp:positionV relativeFrom="paragraph">
                    <wp:posOffset>76239</wp:posOffset>
                  </wp:positionV>
                  <wp:extent cx="396663" cy="439815"/>
                  <wp:effectExtent l="0" t="0" r="0" b="5080"/>
                  <wp:wrapNone/>
                  <wp:docPr id="9" name="Imagem 3" descr="Uma imagem com brinquedo, boneco&#10;&#10;Descrição gerada automa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9523FC7-57CE-9846-A6C4-24F6D08D013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m 3" descr="Uma imagem com brinquedo, boneco&#10;&#10;Descrição gerada automaticamente">
                            <a:extLst>
                              <a:ext uri="{FF2B5EF4-FFF2-40B4-BE49-F238E27FC236}">
                                <a16:creationId xmlns:a16="http://schemas.microsoft.com/office/drawing/2014/main" id="{F9523FC7-57CE-9846-A6C4-24F6D08D013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663" cy="439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30" w:type="dxa"/>
          </w:tcPr>
          <w:p w14:paraId="4D19C040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</w:p>
        </w:tc>
        <w:tc>
          <w:tcPr>
            <w:tcW w:w="1030" w:type="dxa"/>
          </w:tcPr>
          <w:p w14:paraId="6FF13AE7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</w:p>
        </w:tc>
        <w:tc>
          <w:tcPr>
            <w:tcW w:w="1030" w:type="dxa"/>
            <w:tcBorders>
              <w:top w:val="nil"/>
              <w:right w:val="single" w:sz="4" w:space="0" w:color="auto"/>
            </w:tcBorders>
          </w:tcPr>
          <w:p w14:paraId="146DA017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</w:p>
        </w:tc>
        <w:tc>
          <w:tcPr>
            <w:tcW w:w="1030" w:type="dxa"/>
            <w:tcBorders>
              <w:top w:val="single" w:sz="4" w:space="0" w:color="auto"/>
              <w:right w:val="single" w:sz="4" w:space="0" w:color="auto"/>
            </w:tcBorders>
          </w:tcPr>
          <w:p w14:paraId="4CA342AF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  <w:r w:rsidRPr="00FF042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2816" behindDoc="0" locked="0" layoutInCell="1" allowOverlap="1" wp14:anchorId="2CA592E3" wp14:editId="6700DC3D">
                  <wp:simplePos x="0" y="0"/>
                  <wp:positionH relativeFrom="column">
                    <wp:posOffset>3752</wp:posOffset>
                  </wp:positionH>
                  <wp:positionV relativeFrom="paragraph">
                    <wp:posOffset>36574</wp:posOffset>
                  </wp:positionV>
                  <wp:extent cx="477795" cy="482376"/>
                  <wp:effectExtent l="0" t="0" r="5080" b="635"/>
                  <wp:wrapNone/>
                  <wp:docPr id="11" name="Imagem 9" descr="Uma imagem com planta&#10;&#10;Descrição gerada automa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F957860-F7EB-4F47-A063-D0EF824F3A1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m 9" descr="Uma imagem com planta&#10;&#10;Descrição gerada automaticamente">
                            <a:extLst>
                              <a:ext uri="{FF2B5EF4-FFF2-40B4-BE49-F238E27FC236}">
                                <a16:creationId xmlns:a16="http://schemas.microsoft.com/office/drawing/2014/main" id="{3F957860-F7EB-4F47-A063-D0EF824F3A1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795" cy="48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30" w:type="dxa"/>
            <w:tcBorders>
              <w:top w:val="nil"/>
              <w:right w:val="nil"/>
            </w:tcBorders>
          </w:tcPr>
          <w:p w14:paraId="2E42137C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</w:p>
        </w:tc>
      </w:tr>
      <w:tr w:rsidR="009844F1" w14:paraId="7674B3DF" w14:textId="77777777" w:rsidTr="00B91414">
        <w:trPr>
          <w:trHeight w:val="971"/>
        </w:trPr>
        <w:tc>
          <w:tcPr>
            <w:tcW w:w="3090" w:type="dxa"/>
            <w:gridSpan w:val="3"/>
            <w:tcBorders>
              <w:left w:val="nil"/>
              <w:bottom w:val="nil"/>
            </w:tcBorders>
          </w:tcPr>
          <w:p w14:paraId="63F5D83E" w14:textId="0E3513C8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</w:p>
        </w:tc>
        <w:tc>
          <w:tcPr>
            <w:tcW w:w="1030" w:type="dxa"/>
          </w:tcPr>
          <w:p w14:paraId="6975AF18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</w:p>
        </w:tc>
        <w:tc>
          <w:tcPr>
            <w:tcW w:w="1030" w:type="dxa"/>
          </w:tcPr>
          <w:p w14:paraId="62CB0D20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</w:p>
        </w:tc>
        <w:tc>
          <w:tcPr>
            <w:tcW w:w="1030" w:type="dxa"/>
          </w:tcPr>
          <w:p w14:paraId="22C36390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</w:p>
        </w:tc>
        <w:tc>
          <w:tcPr>
            <w:tcW w:w="1030" w:type="dxa"/>
          </w:tcPr>
          <w:p w14:paraId="3CCF441C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</w:p>
        </w:tc>
      </w:tr>
    </w:tbl>
    <w:p w14:paraId="15AD008C" w14:textId="36701E2B" w:rsidR="00FF14C3" w:rsidRDefault="00AE098C" w:rsidP="001D2BF0">
      <w:pPr>
        <w:spacing w:line="360" w:lineRule="auto"/>
        <w:jc w:val="both"/>
        <w:rPr>
          <w:rFonts w:ascii="Times New Roman" w:eastAsia="Times New Roman" w:hAnsi="Times New Roman" w:cs="Times New Roman"/>
          <w:lang w:eastAsia="pt-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833DF4D" wp14:editId="7AB8EA2D">
                <wp:simplePos x="0" y="0"/>
                <wp:positionH relativeFrom="column">
                  <wp:posOffset>-715645</wp:posOffset>
                </wp:positionH>
                <wp:positionV relativeFrom="paragraph">
                  <wp:posOffset>626611</wp:posOffset>
                </wp:positionV>
                <wp:extent cx="1828800" cy="1828800"/>
                <wp:effectExtent l="0" t="0" r="0" b="0"/>
                <wp:wrapNone/>
                <wp:docPr id="79" name="Caixa de Texto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A8C4145" w14:textId="4A4C72DA" w:rsidR="00AE098C" w:rsidRPr="00AE098C" w:rsidRDefault="00AE098C" w:rsidP="00AE098C">
                            <w:pPr>
                              <w:spacing w:line="36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E098C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33DF4D" id="Caixa de Texto 79" o:spid="_x0000_s1036" type="#_x0000_t202" style="position:absolute;left:0;text-align:left;margin-left:-56.35pt;margin-top:49.35pt;width:2in;height:2in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" filled="f" stroked="f">
                <v:fill o:detectmouseclick="t"/>
                <v:textbox style="mso-fit-shape-to-text:t">
                  <w:txbxContent>
                    <w:p w14:paraId="3A8C4145" w14:textId="4A4C72DA" w:rsidR="00AE098C" w:rsidRPr="00AE098C" w:rsidRDefault="00AE098C" w:rsidP="00AE098C">
                      <w:pPr>
                        <w:spacing w:line="360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E098C">
                        <w:rPr>
                          <w:rFonts w:ascii="Arial" w:eastAsia="Times New Roman" w:hAnsi="Arial" w:cs="Arial"/>
                          <w:color w:val="000000" w:themeColor="text1"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</w:t>
                      </w:r>
                      <w:r w:rsidRPr="00AE098C">
                        <w:rPr>
                          <w:rFonts w:ascii="Arial" w:eastAsia="Times New Roman" w:hAnsi="Arial" w:cs="Arial"/>
                          <w:color w:val="000000" w:themeColor="text1"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FF14C3">
        <w:rPr>
          <w:rFonts w:ascii="Times New Roman" w:eastAsia="Times New Roman" w:hAnsi="Times New Roman" w:cs="Times New Roman"/>
          <w:lang w:eastAsia="pt-PT"/>
        </w:rPr>
        <w:br/>
      </w:r>
      <w:r w:rsidR="00FF14C3">
        <w:rPr>
          <w:rFonts w:ascii="Times New Roman" w:eastAsia="Times New Roman" w:hAnsi="Times New Roman" w:cs="Times New Roman"/>
          <w:lang w:eastAsia="pt-PT"/>
        </w:rPr>
        <w:br/>
      </w:r>
      <w:r w:rsidR="00FF14C3">
        <w:rPr>
          <w:rFonts w:ascii="Questrial" w:eastAsia="Questrial" w:hAnsi="Questrial" w:cs="Questrial"/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0FE24CE5" wp14:editId="524EFEB1">
                <wp:extent cx="466725" cy="303096"/>
                <wp:effectExtent l="0" t="12700" r="28575" b="27305"/>
                <wp:docPr id="12" name="Seta para a Direit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6150" y="3493650"/>
                          <a:ext cx="899700" cy="572700"/>
                        </a:xfrm>
                        <a:prstGeom prst="rightArrow">
                          <a:avLst>
                            <a:gd name="adj1" fmla="val 33184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36B4FAD" w14:textId="77777777" w:rsidR="00FF14C3" w:rsidRDefault="00FF14C3" w:rsidP="00FF14C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FE24CE5" id="Seta para a Direita 12" o:spid="_x0000_s1037" type="#_x0000_t13" style="width:36.7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" adj="14725,7216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036B4FAD" w14:textId="77777777" w:rsidR="00FF14C3" w:rsidRDefault="00FF14C3" w:rsidP="00FF14C3">
                      <w:pPr>
                        <w:textDirection w:val="btL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FF14C3">
        <w:rPr>
          <w:rFonts w:ascii="Questrial" w:eastAsia="Questrial" w:hAnsi="Questrial" w:cs="Questrial"/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2D0213A0" wp14:editId="45F77B86">
                <wp:extent cx="466725" cy="303096"/>
                <wp:effectExtent l="0" t="12700" r="28575" b="27305"/>
                <wp:docPr id="18" name="Seta para a Direit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6150" y="3493650"/>
                          <a:ext cx="899700" cy="572700"/>
                        </a:xfrm>
                        <a:prstGeom prst="rightArrow">
                          <a:avLst>
                            <a:gd name="adj1" fmla="val 33184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4B003C5" w14:textId="77777777" w:rsidR="00FF14C3" w:rsidRDefault="00FF14C3" w:rsidP="00FF14C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D0213A0" id="Seta para a Direita 18" o:spid="_x0000_s1038" type="#_x0000_t13" style="width:36.7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" adj="14725,7216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14B003C5" w14:textId="77777777" w:rsidR="00FF14C3" w:rsidRDefault="00FF14C3" w:rsidP="00FF14C3">
                      <w:pPr>
                        <w:textDirection w:val="btL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FF14C3">
        <w:rPr>
          <w:rFonts w:ascii="Questrial" w:eastAsia="Questrial" w:hAnsi="Questrial" w:cs="Questrial"/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7173879A" wp14:editId="424A8DDC">
                <wp:extent cx="466725" cy="303096"/>
                <wp:effectExtent l="0" t="0" r="21590" b="21590"/>
                <wp:docPr id="14" name="Seta para a Direit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4896150" y="3493650"/>
                          <a:ext cx="899700" cy="572700"/>
                        </a:xfrm>
                        <a:prstGeom prst="rightArrow">
                          <a:avLst>
                            <a:gd name="adj1" fmla="val 33184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03880A4" w14:textId="77777777" w:rsidR="00FF14C3" w:rsidRDefault="00FF14C3" w:rsidP="00FF14C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173879A" id="Seta para a Direita 14" o:spid="_x0000_s1039" type="#_x0000_t13" style="width:36.75pt;height:23.8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" adj="14725,7216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103880A4" w14:textId="77777777" w:rsidR="00FF14C3" w:rsidRDefault="00FF14C3" w:rsidP="00FF14C3">
                      <w:pPr>
                        <w:textDirection w:val="btL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FF14C3">
        <w:rPr>
          <w:rFonts w:ascii="Questrial" w:eastAsia="Questrial" w:hAnsi="Questrial" w:cs="Questrial"/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5B9EE866" wp14:editId="1073F827">
                <wp:extent cx="466725" cy="303096"/>
                <wp:effectExtent l="0" t="12700" r="28575" b="27305"/>
                <wp:docPr id="25" name="Seta para a Direita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6150" y="3493650"/>
                          <a:ext cx="899700" cy="572700"/>
                        </a:xfrm>
                        <a:prstGeom prst="rightArrow">
                          <a:avLst>
                            <a:gd name="adj1" fmla="val 33184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BE6A3A0" w14:textId="77777777" w:rsidR="00FF14C3" w:rsidRDefault="00FF14C3" w:rsidP="00FF14C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B9EE866" id="Seta para a Direita 25" o:spid="_x0000_s1040" type="#_x0000_t13" style="width:36.7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" adj="14725,7216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3BE6A3A0" w14:textId="77777777" w:rsidR="00FF14C3" w:rsidRDefault="00FF14C3" w:rsidP="00FF14C3">
                      <w:pPr>
                        <w:textDirection w:val="btL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FF14C3">
        <w:rPr>
          <w:rFonts w:ascii="Questrial" w:eastAsia="Questrial" w:hAnsi="Questrial" w:cs="Questrial"/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5DD411A3" wp14:editId="466F9729">
                <wp:extent cx="466725" cy="303096"/>
                <wp:effectExtent l="0" t="12700" r="28575" b="27305"/>
                <wp:docPr id="31" name="Seta para a Direita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6150" y="3493650"/>
                          <a:ext cx="899700" cy="572700"/>
                        </a:xfrm>
                        <a:prstGeom prst="rightArrow">
                          <a:avLst>
                            <a:gd name="adj1" fmla="val 33184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E4BD0E6" w14:textId="77777777" w:rsidR="00FF14C3" w:rsidRDefault="00FF14C3" w:rsidP="00FF14C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DD411A3" id="Seta para a Direita 31" o:spid="_x0000_s1041" type="#_x0000_t13" style="width:36.7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" adj="14725,7216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0E4BD0E6" w14:textId="77777777" w:rsidR="00FF14C3" w:rsidRDefault="00FF14C3" w:rsidP="00FF14C3">
                      <w:pPr>
                        <w:textDirection w:val="btL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FF14C3">
        <w:rPr>
          <w:rFonts w:ascii="Questrial" w:eastAsia="Questrial" w:hAnsi="Questrial" w:cs="Questrial"/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76BBF2B0" wp14:editId="1B4099F4">
                <wp:extent cx="466725" cy="303096"/>
                <wp:effectExtent l="0" t="12700" r="28575" b="27305"/>
                <wp:docPr id="34" name="Seta para a Direita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6150" y="3493650"/>
                          <a:ext cx="899700" cy="572700"/>
                        </a:xfrm>
                        <a:prstGeom prst="rightArrow">
                          <a:avLst>
                            <a:gd name="adj1" fmla="val 33184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F75E728" w14:textId="77777777" w:rsidR="00FF14C3" w:rsidRDefault="00FF14C3" w:rsidP="00FF14C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6BBF2B0" id="Seta para a Direita 34" o:spid="_x0000_s1042" type="#_x0000_t13" style="width:36.7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" adj="14725,7216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3F75E728" w14:textId="77777777" w:rsidR="00FF14C3" w:rsidRDefault="00FF14C3" w:rsidP="00FF14C3">
                      <w:pPr>
                        <w:textDirection w:val="btL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FF14C3">
        <w:rPr>
          <w:rFonts w:ascii="Questrial" w:eastAsia="Questrial" w:hAnsi="Questrial" w:cs="Questrial"/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6A93FD12" wp14:editId="185EF764">
                <wp:extent cx="466725" cy="303096"/>
                <wp:effectExtent l="0" t="6985" r="21590" b="8890"/>
                <wp:docPr id="35" name="Seta para a Direita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4896150" y="3493650"/>
                          <a:ext cx="899700" cy="572700"/>
                        </a:xfrm>
                        <a:prstGeom prst="rightArrow">
                          <a:avLst>
                            <a:gd name="adj1" fmla="val 33184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698F793" w14:textId="77777777" w:rsidR="00FF14C3" w:rsidRDefault="00FF14C3" w:rsidP="00FF14C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A93FD12" id="Seta para a Direita 35" o:spid="_x0000_s1043" type="#_x0000_t13" style="width:36.75pt;height:23.85pt;rotation:-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" adj="14725,7216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6698F793" w14:textId="77777777" w:rsidR="00FF14C3" w:rsidRDefault="00FF14C3" w:rsidP="00FF14C3">
                      <w:pPr>
                        <w:textDirection w:val="btL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FF14C3">
        <w:rPr>
          <w:rFonts w:ascii="Times New Roman" w:eastAsia="Times New Roman" w:hAnsi="Times New Roman" w:cs="Times New Roman"/>
          <w:lang w:eastAsia="pt-PT"/>
        </w:rPr>
        <w:br/>
      </w:r>
      <w:r w:rsidR="00FF14C3">
        <w:rPr>
          <w:rFonts w:ascii="Times New Roman" w:eastAsia="Times New Roman" w:hAnsi="Times New Roman" w:cs="Times New Roman"/>
          <w:lang w:eastAsia="pt-PT"/>
        </w:rPr>
        <w:br/>
      </w:r>
    </w:p>
    <w:tbl>
      <w:tblPr>
        <w:tblStyle w:val="TabelacomGrelha"/>
        <w:tblpPr w:leftFromText="141" w:rightFromText="141" w:vertAnchor="page" w:horzAnchor="page" w:tblpX="1045" w:tblpY="13331"/>
        <w:tblW w:w="0" w:type="auto"/>
        <w:tblLook w:val="04A0" w:firstRow="1" w:lastRow="0" w:firstColumn="1" w:lastColumn="0" w:noHBand="0" w:noVBand="1"/>
      </w:tblPr>
      <w:tblGrid>
        <w:gridCol w:w="1030"/>
        <w:gridCol w:w="1030"/>
        <w:gridCol w:w="1030"/>
        <w:gridCol w:w="1030"/>
        <w:gridCol w:w="1030"/>
        <w:gridCol w:w="1030"/>
        <w:gridCol w:w="1030"/>
        <w:gridCol w:w="1030"/>
      </w:tblGrid>
      <w:tr w:rsidR="009844F1" w14:paraId="15C07B08" w14:textId="77777777" w:rsidTr="00B91414">
        <w:trPr>
          <w:trHeight w:val="971"/>
        </w:trPr>
        <w:tc>
          <w:tcPr>
            <w:tcW w:w="1030" w:type="dxa"/>
            <w:vMerge w:val="restart"/>
            <w:tcBorders>
              <w:top w:val="nil"/>
              <w:left w:val="nil"/>
            </w:tcBorders>
          </w:tcPr>
          <w:p w14:paraId="60B30C0A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</w:p>
        </w:tc>
        <w:tc>
          <w:tcPr>
            <w:tcW w:w="1030" w:type="dxa"/>
          </w:tcPr>
          <w:p w14:paraId="4FE1C176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</w:p>
        </w:tc>
        <w:tc>
          <w:tcPr>
            <w:tcW w:w="1030" w:type="dxa"/>
          </w:tcPr>
          <w:p w14:paraId="22C79FF0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</w:p>
        </w:tc>
        <w:tc>
          <w:tcPr>
            <w:tcW w:w="1030" w:type="dxa"/>
          </w:tcPr>
          <w:p w14:paraId="5F4F8C62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</w:p>
        </w:tc>
        <w:tc>
          <w:tcPr>
            <w:tcW w:w="1030" w:type="dxa"/>
            <w:tcBorders>
              <w:top w:val="nil"/>
              <w:right w:val="single" w:sz="4" w:space="0" w:color="auto"/>
            </w:tcBorders>
          </w:tcPr>
          <w:p w14:paraId="09C96F69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</w:p>
        </w:tc>
        <w:tc>
          <w:tcPr>
            <w:tcW w:w="1030" w:type="dxa"/>
            <w:tcBorders>
              <w:top w:val="single" w:sz="4" w:space="0" w:color="auto"/>
              <w:right w:val="single" w:sz="4" w:space="0" w:color="auto"/>
            </w:tcBorders>
          </w:tcPr>
          <w:p w14:paraId="0FC3C087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</w:p>
        </w:tc>
        <w:tc>
          <w:tcPr>
            <w:tcW w:w="1030" w:type="dxa"/>
            <w:tcBorders>
              <w:top w:val="single" w:sz="4" w:space="0" w:color="auto"/>
              <w:right w:val="nil"/>
            </w:tcBorders>
          </w:tcPr>
          <w:p w14:paraId="63BDA30E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</w:p>
        </w:tc>
        <w:tc>
          <w:tcPr>
            <w:tcW w:w="1030" w:type="dxa"/>
            <w:tcBorders>
              <w:top w:val="single" w:sz="4" w:space="0" w:color="auto"/>
              <w:right w:val="single" w:sz="4" w:space="0" w:color="auto"/>
            </w:tcBorders>
          </w:tcPr>
          <w:p w14:paraId="7D2529C6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</w:p>
        </w:tc>
      </w:tr>
      <w:tr w:rsidR="009844F1" w14:paraId="416504F0" w14:textId="77777777" w:rsidTr="00B91414">
        <w:trPr>
          <w:trHeight w:val="971"/>
        </w:trPr>
        <w:tc>
          <w:tcPr>
            <w:tcW w:w="1030" w:type="dxa"/>
            <w:vMerge/>
            <w:tcBorders>
              <w:left w:val="nil"/>
              <w:bottom w:val="nil"/>
            </w:tcBorders>
          </w:tcPr>
          <w:p w14:paraId="143C9D2D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</w:p>
        </w:tc>
        <w:tc>
          <w:tcPr>
            <w:tcW w:w="1030" w:type="dxa"/>
            <w:tcBorders>
              <w:left w:val="nil"/>
              <w:bottom w:val="single" w:sz="4" w:space="0" w:color="auto"/>
            </w:tcBorders>
          </w:tcPr>
          <w:p w14:paraId="746694D2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  <w:r w:rsidRPr="00FF042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0768" behindDoc="0" locked="0" layoutInCell="1" allowOverlap="1" wp14:anchorId="5B7B4720" wp14:editId="23646B99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107606</wp:posOffset>
                  </wp:positionV>
                  <wp:extent cx="396663" cy="439815"/>
                  <wp:effectExtent l="0" t="0" r="0" b="5080"/>
                  <wp:wrapNone/>
                  <wp:docPr id="36" name="Imagem 3" descr="Uma imagem com brinquedo, boneco&#10;&#10;Descrição gerada automa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9523FC7-57CE-9846-A6C4-24F6D08D013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m 3" descr="Uma imagem com brinquedo, boneco&#10;&#10;Descrição gerada automaticamente">
                            <a:extLst>
                              <a:ext uri="{FF2B5EF4-FFF2-40B4-BE49-F238E27FC236}">
                                <a16:creationId xmlns:a16="http://schemas.microsoft.com/office/drawing/2014/main" id="{F9523FC7-57CE-9846-A6C4-24F6D08D013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663" cy="439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30" w:type="dxa"/>
            <w:tcBorders>
              <w:left w:val="nil"/>
              <w:bottom w:val="nil"/>
            </w:tcBorders>
          </w:tcPr>
          <w:p w14:paraId="1E683573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</w:p>
        </w:tc>
        <w:tc>
          <w:tcPr>
            <w:tcW w:w="1030" w:type="dxa"/>
          </w:tcPr>
          <w:p w14:paraId="1ED74BAE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</w:p>
        </w:tc>
        <w:tc>
          <w:tcPr>
            <w:tcW w:w="1030" w:type="dxa"/>
          </w:tcPr>
          <w:p w14:paraId="447F0FF4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</w:p>
        </w:tc>
        <w:tc>
          <w:tcPr>
            <w:tcW w:w="1030" w:type="dxa"/>
          </w:tcPr>
          <w:p w14:paraId="5993D0E4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</w:p>
        </w:tc>
        <w:tc>
          <w:tcPr>
            <w:tcW w:w="1030" w:type="dxa"/>
            <w:tcBorders>
              <w:bottom w:val="nil"/>
            </w:tcBorders>
          </w:tcPr>
          <w:p w14:paraId="16C19F16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</w:p>
        </w:tc>
        <w:tc>
          <w:tcPr>
            <w:tcW w:w="1030" w:type="dxa"/>
          </w:tcPr>
          <w:p w14:paraId="1D00C3D2" w14:textId="77777777" w:rsidR="009844F1" w:rsidRDefault="009844F1" w:rsidP="00B914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  <w:r w:rsidRPr="00FF042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9744" behindDoc="0" locked="0" layoutInCell="1" allowOverlap="1" wp14:anchorId="5E807F4F" wp14:editId="02A0D26B">
                  <wp:simplePos x="0" y="0"/>
                  <wp:positionH relativeFrom="column">
                    <wp:posOffset>19388</wp:posOffset>
                  </wp:positionH>
                  <wp:positionV relativeFrom="paragraph">
                    <wp:posOffset>74347</wp:posOffset>
                  </wp:positionV>
                  <wp:extent cx="477795" cy="482376"/>
                  <wp:effectExtent l="0" t="0" r="5080" b="635"/>
                  <wp:wrapNone/>
                  <wp:docPr id="39" name="Imagem 9" descr="Uma imagem com planta&#10;&#10;Descrição gerada automa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F957860-F7EB-4F47-A063-D0EF824F3A1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m 9" descr="Uma imagem com planta&#10;&#10;Descrição gerada automaticamente">
                            <a:extLst>
                              <a:ext uri="{FF2B5EF4-FFF2-40B4-BE49-F238E27FC236}">
                                <a16:creationId xmlns:a16="http://schemas.microsoft.com/office/drawing/2014/main" id="{3F957860-F7EB-4F47-A063-D0EF824F3A1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795" cy="48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001D608E" w14:textId="0642251A" w:rsidR="00905755" w:rsidRDefault="00AE098C" w:rsidP="001D2BF0">
      <w:pPr>
        <w:spacing w:line="360" w:lineRule="auto"/>
        <w:jc w:val="both"/>
        <w:rPr>
          <w:rFonts w:ascii="Times New Roman" w:eastAsia="Times New Roman" w:hAnsi="Times New Roman" w:cs="Times New Roman"/>
          <w:lang w:eastAsia="pt-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688F611" wp14:editId="375E8B3B">
                <wp:simplePos x="0" y="0"/>
                <wp:positionH relativeFrom="column">
                  <wp:posOffset>-668655</wp:posOffset>
                </wp:positionH>
                <wp:positionV relativeFrom="paragraph">
                  <wp:posOffset>1631787</wp:posOffset>
                </wp:positionV>
                <wp:extent cx="1828800" cy="1828800"/>
                <wp:effectExtent l="0" t="0" r="0" b="0"/>
                <wp:wrapNone/>
                <wp:docPr id="80" name="Caixa de Texto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23D2E6A" w14:textId="70CF15CB" w:rsidR="00AE098C" w:rsidRPr="00AE098C" w:rsidRDefault="00AE098C" w:rsidP="00AE098C">
                            <w:pPr>
                              <w:spacing w:line="36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E098C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88F611" id="Caixa de Texto 80" o:spid="_x0000_s1044" type="#_x0000_t202" style="position:absolute;left:0;text-align:left;margin-left:-52.65pt;margin-top:128.5pt;width:2in;height:2in;z-index:2516899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" filled="f" stroked="f">
                <v:fill o:detectmouseclick="t"/>
                <v:textbox style="mso-fit-shape-to-text:t">
                  <w:txbxContent>
                    <w:p w14:paraId="223D2E6A" w14:textId="70CF15CB" w:rsidR="00AE098C" w:rsidRPr="00AE098C" w:rsidRDefault="00AE098C" w:rsidP="00AE098C">
                      <w:pPr>
                        <w:spacing w:line="360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E098C">
                        <w:rPr>
                          <w:rFonts w:ascii="Arial" w:eastAsia="Times New Roman" w:hAnsi="Arial" w:cs="Arial"/>
                          <w:color w:val="000000" w:themeColor="text1"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</w:t>
                      </w:r>
                      <w:r w:rsidRPr="00AE098C">
                        <w:rPr>
                          <w:rFonts w:ascii="Arial" w:eastAsia="Times New Roman" w:hAnsi="Arial" w:cs="Arial"/>
                          <w:color w:val="000000" w:themeColor="text1"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FF14C3">
        <w:rPr>
          <w:rFonts w:ascii="Times New Roman" w:eastAsia="Times New Roman" w:hAnsi="Times New Roman" w:cs="Times New Roman"/>
          <w:lang w:eastAsia="pt-PT"/>
        </w:rPr>
        <w:br/>
      </w:r>
      <w:r w:rsidR="00905755">
        <w:rPr>
          <w:rFonts w:ascii="Times New Roman" w:eastAsia="Times New Roman" w:hAnsi="Times New Roman" w:cs="Times New Roman"/>
          <w:lang w:eastAsia="pt-PT"/>
        </w:rPr>
        <w:br/>
      </w:r>
      <w:r w:rsidR="00905755">
        <w:rPr>
          <w:rFonts w:ascii="Times New Roman" w:eastAsia="Times New Roman" w:hAnsi="Times New Roman" w:cs="Times New Roman"/>
          <w:lang w:eastAsia="pt-PT"/>
        </w:rPr>
        <w:br/>
      </w:r>
      <w:r w:rsidR="00905755">
        <w:rPr>
          <w:rFonts w:ascii="Times New Roman" w:eastAsia="Times New Roman" w:hAnsi="Times New Roman" w:cs="Times New Roman"/>
          <w:lang w:eastAsia="pt-PT"/>
        </w:rPr>
        <w:br/>
      </w:r>
      <w:r w:rsidR="009844F1">
        <w:rPr>
          <w:rFonts w:ascii="Times New Roman" w:eastAsia="Times New Roman" w:hAnsi="Times New Roman" w:cs="Times New Roman"/>
          <w:lang w:eastAsia="pt-PT"/>
        </w:rPr>
        <w:br/>
      </w:r>
      <w:r w:rsidR="00905755">
        <w:rPr>
          <w:rFonts w:ascii="Times New Roman" w:eastAsia="Times New Roman" w:hAnsi="Times New Roman" w:cs="Times New Roman"/>
          <w:lang w:eastAsia="pt-PT"/>
        </w:rPr>
        <w:br/>
      </w:r>
      <w:r w:rsidR="00FE4BF4">
        <w:rPr>
          <w:rFonts w:ascii="Questrial" w:eastAsia="Questrial" w:hAnsi="Questrial" w:cs="Questrial"/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3F8D553B" wp14:editId="0E457153">
                <wp:extent cx="466725" cy="303096"/>
                <wp:effectExtent l="0" t="6985" r="21590" b="8890"/>
                <wp:docPr id="42" name="Seta para a Direita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4896150" y="3493650"/>
                          <a:ext cx="899700" cy="572700"/>
                        </a:xfrm>
                        <a:prstGeom prst="rightArrow">
                          <a:avLst>
                            <a:gd name="adj1" fmla="val 33184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DAD496A" w14:textId="77777777" w:rsidR="00FE4BF4" w:rsidRDefault="00FE4BF4" w:rsidP="00FE4BF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F8D553B" id="Seta para a Direita 42" o:spid="_x0000_s1045" type="#_x0000_t13" style="width:36.75pt;height:23.85pt;rotation:-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" adj="14725,7216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6DAD496A" w14:textId="77777777" w:rsidR="00FE4BF4" w:rsidRDefault="00FE4BF4" w:rsidP="00FE4BF4">
                      <w:pPr>
                        <w:textDirection w:val="btL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FE4BF4">
        <w:rPr>
          <w:rFonts w:ascii="Questrial" w:eastAsia="Questrial" w:hAnsi="Questrial" w:cs="Questrial"/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1608B5FF" wp14:editId="79CF7B1A">
                <wp:extent cx="466725" cy="303096"/>
                <wp:effectExtent l="0" t="12700" r="28575" b="27305"/>
                <wp:docPr id="47" name="Seta para a Direita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6150" y="3493650"/>
                          <a:ext cx="899700" cy="572700"/>
                        </a:xfrm>
                        <a:prstGeom prst="rightArrow">
                          <a:avLst>
                            <a:gd name="adj1" fmla="val 33184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FA75F41" w14:textId="77777777" w:rsidR="00FE4BF4" w:rsidRDefault="00FE4BF4" w:rsidP="00FE4BF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608B5FF" id="Seta para a Direita 47" o:spid="_x0000_s1046" type="#_x0000_t13" style="width:36.7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" adj="14725,7216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4FA75F41" w14:textId="77777777" w:rsidR="00FE4BF4" w:rsidRDefault="00FE4BF4" w:rsidP="00FE4BF4">
                      <w:pPr>
                        <w:textDirection w:val="btL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FE4BF4">
        <w:rPr>
          <w:rFonts w:ascii="Questrial" w:eastAsia="Questrial" w:hAnsi="Questrial" w:cs="Questrial"/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153754E0" wp14:editId="0662940F">
                <wp:extent cx="466725" cy="303096"/>
                <wp:effectExtent l="0" t="12700" r="28575" b="27305"/>
                <wp:docPr id="48" name="Seta para a Direita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6150" y="3493650"/>
                          <a:ext cx="899700" cy="572700"/>
                        </a:xfrm>
                        <a:prstGeom prst="rightArrow">
                          <a:avLst>
                            <a:gd name="adj1" fmla="val 33184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6060417" w14:textId="77777777" w:rsidR="00FE4BF4" w:rsidRDefault="00FE4BF4" w:rsidP="00FE4BF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53754E0" id="Seta para a Direita 48" o:spid="_x0000_s1047" type="#_x0000_t13" style="width:36.7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" adj="14725,7216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26060417" w14:textId="77777777" w:rsidR="00FE4BF4" w:rsidRDefault="00FE4BF4" w:rsidP="00FE4BF4">
                      <w:pPr>
                        <w:textDirection w:val="btL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FE4BF4">
        <w:rPr>
          <w:rFonts w:ascii="Questrial" w:eastAsia="Questrial" w:hAnsi="Questrial" w:cs="Questrial"/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2BA4BA35" wp14:editId="0ED6BA73">
                <wp:extent cx="466725" cy="303096"/>
                <wp:effectExtent l="0" t="0" r="21590" b="21590"/>
                <wp:docPr id="49" name="Seta para a Direita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4896150" y="3493650"/>
                          <a:ext cx="899700" cy="572700"/>
                        </a:xfrm>
                        <a:prstGeom prst="rightArrow">
                          <a:avLst>
                            <a:gd name="adj1" fmla="val 33184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52B4D00" w14:textId="77777777" w:rsidR="00FE4BF4" w:rsidRDefault="00FE4BF4" w:rsidP="00FE4BF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BA4BA35" id="Seta para a Direita 49" o:spid="_x0000_s1048" type="#_x0000_t13" style="width:36.75pt;height:23.8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" adj="14725,7216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752B4D00" w14:textId="77777777" w:rsidR="00FE4BF4" w:rsidRDefault="00FE4BF4" w:rsidP="00FE4BF4">
                      <w:pPr>
                        <w:textDirection w:val="btL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FE4BF4">
        <w:rPr>
          <w:rFonts w:ascii="Questrial" w:eastAsia="Questrial" w:hAnsi="Questrial" w:cs="Questrial"/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6F51A4A1" wp14:editId="5C3796D1">
                <wp:extent cx="466725" cy="303096"/>
                <wp:effectExtent l="0" t="12700" r="28575" b="27305"/>
                <wp:docPr id="50" name="Seta para a Direita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6150" y="3493650"/>
                          <a:ext cx="899700" cy="572700"/>
                        </a:xfrm>
                        <a:prstGeom prst="rightArrow">
                          <a:avLst>
                            <a:gd name="adj1" fmla="val 33184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8C5ADE7" w14:textId="77777777" w:rsidR="00FE4BF4" w:rsidRDefault="00FE4BF4" w:rsidP="00FE4BF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F51A4A1" id="Seta para a Direita 50" o:spid="_x0000_s1049" type="#_x0000_t13" style="width:36.7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" adj="14725,7216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58C5ADE7" w14:textId="77777777" w:rsidR="00FE4BF4" w:rsidRDefault="00FE4BF4" w:rsidP="00FE4BF4">
                      <w:pPr>
                        <w:textDirection w:val="btL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FE4BF4">
        <w:rPr>
          <w:rFonts w:ascii="Questrial" w:eastAsia="Questrial" w:hAnsi="Questrial" w:cs="Questrial"/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57102B17" wp14:editId="64E08B87">
                <wp:extent cx="466725" cy="303096"/>
                <wp:effectExtent l="0" t="12700" r="28575" b="27305"/>
                <wp:docPr id="51" name="Seta para a Direita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6150" y="3493650"/>
                          <a:ext cx="899700" cy="572700"/>
                        </a:xfrm>
                        <a:prstGeom prst="rightArrow">
                          <a:avLst>
                            <a:gd name="adj1" fmla="val 33184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A806E89" w14:textId="77777777" w:rsidR="00FE4BF4" w:rsidRDefault="00FE4BF4" w:rsidP="00FE4BF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7102B17" id="Seta para a Direita 51" o:spid="_x0000_s1050" type="#_x0000_t13" style="width:36.7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" adj="14725,7216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4A806E89" w14:textId="77777777" w:rsidR="00FE4BF4" w:rsidRDefault="00FE4BF4" w:rsidP="00FE4BF4">
                      <w:pPr>
                        <w:textDirection w:val="btL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FE4BF4">
        <w:rPr>
          <w:rFonts w:ascii="Questrial" w:eastAsia="Questrial" w:hAnsi="Questrial" w:cs="Questrial"/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66D85102" wp14:editId="1555A305">
                <wp:extent cx="466725" cy="303096"/>
                <wp:effectExtent l="0" t="6985" r="21590" b="8890"/>
                <wp:docPr id="54" name="Seta para a Direita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4896150" y="3493650"/>
                          <a:ext cx="899700" cy="572700"/>
                        </a:xfrm>
                        <a:prstGeom prst="rightArrow">
                          <a:avLst>
                            <a:gd name="adj1" fmla="val 33184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7C23455" w14:textId="77777777" w:rsidR="00FE4BF4" w:rsidRDefault="00FE4BF4" w:rsidP="00FE4BF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6D85102" id="Seta para a Direita 54" o:spid="_x0000_s1051" type="#_x0000_t13" style="width:36.75pt;height:23.85pt;rotation:-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" adj="14725,7216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67C23455" w14:textId="77777777" w:rsidR="00FE4BF4" w:rsidRDefault="00FE4BF4" w:rsidP="00FE4BF4">
                      <w:pPr>
                        <w:textDirection w:val="btL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FE4BF4">
        <w:rPr>
          <w:rFonts w:ascii="Questrial" w:eastAsia="Questrial" w:hAnsi="Questrial" w:cs="Questrial"/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4820F3F3" wp14:editId="0761113D">
                <wp:extent cx="466725" cy="303096"/>
                <wp:effectExtent l="0" t="12700" r="28575" b="27305"/>
                <wp:docPr id="55" name="Seta para a Direita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6150" y="3493650"/>
                          <a:ext cx="899700" cy="572700"/>
                        </a:xfrm>
                        <a:prstGeom prst="rightArrow">
                          <a:avLst>
                            <a:gd name="adj1" fmla="val 33184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1ED035F" w14:textId="77777777" w:rsidR="00FE4BF4" w:rsidRDefault="00FE4BF4" w:rsidP="00FE4BF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820F3F3" id="Seta para a Direita 55" o:spid="_x0000_s1052" type="#_x0000_t13" style="width:36.7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" adj="14725,7216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01ED035F" w14:textId="77777777" w:rsidR="00FE4BF4" w:rsidRDefault="00FE4BF4" w:rsidP="00FE4BF4">
                      <w:pPr>
                        <w:textDirection w:val="btL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FE4BF4">
        <w:rPr>
          <w:rFonts w:ascii="Questrial" w:eastAsia="Questrial" w:hAnsi="Questrial" w:cs="Questrial"/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1C34B8BF" wp14:editId="51DBE8BE">
                <wp:extent cx="466725" cy="303096"/>
                <wp:effectExtent l="0" t="12700" r="28575" b="27305"/>
                <wp:docPr id="56" name="Seta para a Direita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6150" y="3493650"/>
                          <a:ext cx="899700" cy="572700"/>
                        </a:xfrm>
                        <a:prstGeom prst="rightArrow">
                          <a:avLst>
                            <a:gd name="adj1" fmla="val 33184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DA5E8E2" w14:textId="77777777" w:rsidR="00FE4BF4" w:rsidRDefault="00FE4BF4" w:rsidP="00FE4BF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C34B8BF" id="Seta para a Direita 56" o:spid="_x0000_s1053" type="#_x0000_t13" style="width:36.7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" adj="14725,7216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4DA5E8E2" w14:textId="77777777" w:rsidR="00FE4BF4" w:rsidRDefault="00FE4BF4" w:rsidP="00FE4BF4">
                      <w:pPr>
                        <w:textDirection w:val="btL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FE4BF4">
        <w:rPr>
          <w:rFonts w:ascii="Questrial" w:eastAsia="Questrial" w:hAnsi="Questrial" w:cs="Questrial"/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6C9821FD" wp14:editId="541FB884">
                <wp:extent cx="466725" cy="303096"/>
                <wp:effectExtent l="0" t="12700" r="28575" b="27305"/>
                <wp:docPr id="61" name="Seta para a Direita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6150" y="3493650"/>
                          <a:ext cx="899700" cy="572700"/>
                        </a:xfrm>
                        <a:prstGeom prst="rightArrow">
                          <a:avLst>
                            <a:gd name="adj1" fmla="val 33184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F05C6F8" w14:textId="77777777" w:rsidR="00FE4BF4" w:rsidRDefault="00FE4BF4" w:rsidP="00FE4BF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C9821FD" id="Seta para a Direita 61" o:spid="_x0000_s1054" type="#_x0000_t13" style="width:36.7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" adj="14725,7216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5F05C6F8" w14:textId="77777777" w:rsidR="00FE4BF4" w:rsidRDefault="00FE4BF4" w:rsidP="00FE4BF4">
                      <w:pPr>
                        <w:textDirection w:val="btL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FE4BF4">
        <w:rPr>
          <w:rFonts w:ascii="Questrial" w:eastAsia="Questrial" w:hAnsi="Questrial" w:cs="Questrial"/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0160E90E" wp14:editId="5FF67F7C">
                <wp:extent cx="466725" cy="303096"/>
                <wp:effectExtent l="0" t="0" r="21590" b="21590"/>
                <wp:docPr id="62" name="Seta para a Direita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4896150" y="3493650"/>
                          <a:ext cx="899700" cy="572700"/>
                        </a:xfrm>
                        <a:prstGeom prst="rightArrow">
                          <a:avLst>
                            <a:gd name="adj1" fmla="val 33184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BD8B87E" w14:textId="77777777" w:rsidR="00FE4BF4" w:rsidRDefault="00FE4BF4" w:rsidP="00FE4BF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160E90E" id="Seta para a Direita 62" o:spid="_x0000_s1055" type="#_x0000_t13" style="width:36.75pt;height:23.8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" adj="14725,7216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0BD8B87E" w14:textId="77777777" w:rsidR="00FE4BF4" w:rsidRDefault="00FE4BF4" w:rsidP="00FE4BF4">
                      <w:pPr>
                        <w:textDirection w:val="btL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905755">
        <w:rPr>
          <w:rFonts w:ascii="Times New Roman" w:eastAsia="Times New Roman" w:hAnsi="Times New Roman" w:cs="Times New Roman"/>
          <w:lang w:eastAsia="pt-PT"/>
        </w:rPr>
        <w:br/>
      </w:r>
      <w:r w:rsidR="00905755">
        <w:rPr>
          <w:rFonts w:ascii="Times New Roman" w:eastAsia="Times New Roman" w:hAnsi="Times New Roman" w:cs="Times New Roman"/>
          <w:lang w:eastAsia="pt-PT"/>
        </w:rPr>
        <w:br/>
      </w:r>
      <w:r w:rsidR="00905755">
        <w:rPr>
          <w:rFonts w:ascii="Times New Roman" w:eastAsia="Times New Roman" w:hAnsi="Times New Roman" w:cs="Times New Roman"/>
          <w:lang w:eastAsia="pt-PT"/>
        </w:rPr>
        <w:br/>
      </w:r>
    </w:p>
    <w:p w14:paraId="0A332466" w14:textId="3EEC08E0" w:rsidR="00FF14C3" w:rsidRDefault="00FF14C3" w:rsidP="001D2BF0">
      <w:pPr>
        <w:spacing w:line="360" w:lineRule="auto"/>
        <w:jc w:val="both"/>
        <w:rPr>
          <w:rFonts w:ascii="Times New Roman" w:eastAsia="Times New Roman" w:hAnsi="Times New Roman" w:cs="Times New Roman"/>
          <w:lang w:eastAsia="pt-PT"/>
        </w:rPr>
      </w:pPr>
    </w:p>
    <w:sectPr w:rsidR="00FF14C3" w:rsidSect="002A7740">
      <w:footerReference w:type="default" r:id="rId12"/>
      <w:footerReference w:type="first" r:id="rId13"/>
      <w:pgSz w:w="11900" w:h="16840"/>
      <w:pgMar w:top="64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B241D" w14:textId="77777777" w:rsidR="00020AC0" w:rsidRDefault="00020AC0" w:rsidP="00071526">
      <w:r>
        <w:separator/>
      </w:r>
    </w:p>
  </w:endnote>
  <w:endnote w:type="continuationSeparator" w:id="0">
    <w:p w14:paraId="58F189CA" w14:textId="77777777" w:rsidR="00020AC0" w:rsidRDefault="00020AC0" w:rsidP="00071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estrial">
    <w:altName w:val="Calibri"/>
    <w:panose1 w:val="020B0604020202020204"/>
    <w:charset w:val="4D"/>
    <w:family w:val="auto"/>
    <w:pitch w:val="variable"/>
    <w:sig w:usb0="E00002FF" w:usb1="4000201F" w:usb2="08000029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640A4" w14:textId="488F2C02" w:rsidR="00CD1AAC" w:rsidRDefault="008F344A" w:rsidP="00CD1AAC">
    <w:pPr>
      <w:pStyle w:val="Rodap"/>
      <w:pBdr>
        <w:top w:val="single" w:sz="48" w:space="1" w:color="1F628E"/>
      </w:pBdr>
    </w:pPr>
    <w:r>
      <w:t>O agricultor</w:t>
    </w:r>
  </w:p>
  <w:p w14:paraId="4E8AAC98" w14:textId="784866EF" w:rsidR="00CD1AAC" w:rsidRDefault="00402EAE">
    <w:pPr>
      <w:pStyle w:val="Rodap"/>
    </w:pPr>
    <w:r>
      <w:t>1.º/2</w:t>
    </w:r>
    <w:r w:rsidR="00CD1AAC">
      <w:t>º Ano | Ciências da Computação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8F8B6" w14:textId="22418811" w:rsidR="0035214F" w:rsidRDefault="00455170" w:rsidP="0035214F">
    <w:pPr>
      <w:pStyle w:val="Rodap"/>
      <w:pBdr>
        <w:top w:val="single" w:sz="48" w:space="1" w:color="1F628E"/>
      </w:pBdr>
    </w:pPr>
    <w:r>
      <w:t>Inspetor Computacional</w:t>
    </w:r>
  </w:p>
  <w:p w14:paraId="7D215F7B" w14:textId="7ADBE4A5" w:rsidR="0035214F" w:rsidRDefault="0035214F">
    <w:pPr>
      <w:pStyle w:val="Rodap"/>
    </w:pPr>
    <w:r>
      <w:t xml:space="preserve">1.º / 2.º Ano | </w:t>
    </w:r>
    <w:r w:rsidR="006A6C2F" w:rsidRPr="006A6C2F">
      <w:t>Ciências da Computação na Região Autónoma da Madeira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15142" w14:textId="77777777" w:rsidR="00020AC0" w:rsidRDefault="00020AC0" w:rsidP="00071526">
      <w:r>
        <w:separator/>
      </w:r>
    </w:p>
  </w:footnote>
  <w:footnote w:type="continuationSeparator" w:id="0">
    <w:p w14:paraId="58455C2C" w14:textId="77777777" w:rsidR="00020AC0" w:rsidRDefault="00020AC0" w:rsidP="00071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36610"/>
    <w:multiLevelType w:val="hybridMultilevel"/>
    <w:tmpl w:val="2AF09BF8"/>
    <w:lvl w:ilvl="0" w:tplc="C28632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2742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E9D"/>
    <w:rsid w:val="000019B0"/>
    <w:rsid w:val="000118A8"/>
    <w:rsid w:val="00020AC0"/>
    <w:rsid w:val="00022012"/>
    <w:rsid w:val="00033F80"/>
    <w:rsid w:val="00045E67"/>
    <w:rsid w:val="000464AC"/>
    <w:rsid w:val="00055A6A"/>
    <w:rsid w:val="00071526"/>
    <w:rsid w:val="000725A5"/>
    <w:rsid w:val="00072A02"/>
    <w:rsid w:val="00093D3F"/>
    <w:rsid w:val="000B27A7"/>
    <w:rsid w:val="000F1D10"/>
    <w:rsid w:val="000F5997"/>
    <w:rsid w:val="00140432"/>
    <w:rsid w:val="0018247E"/>
    <w:rsid w:val="00185955"/>
    <w:rsid w:val="00186E9D"/>
    <w:rsid w:val="001B22D7"/>
    <w:rsid w:val="001C3DD4"/>
    <w:rsid w:val="001C663F"/>
    <w:rsid w:val="001D2BF0"/>
    <w:rsid w:val="001F4D9B"/>
    <w:rsid w:val="001F5205"/>
    <w:rsid w:val="002058B1"/>
    <w:rsid w:val="00223A89"/>
    <w:rsid w:val="00237EFF"/>
    <w:rsid w:val="002578E6"/>
    <w:rsid w:val="00274B41"/>
    <w:rsid w:val="0029238C"/>
    <w:rsid w:val="002A7740"/>
    <w:rsid w:val="002B6229"/>
    <w:rsid w:val="003039D7"/>
    <w:rsid w:val="00314B31"/>
    <w:rsid w:val="003377C3"/>
    <w:rsid w:val="00340B78"/>
    <w:rsid w:val="0035214F"/>
    <w:rsid w:val="00356E37"/>
    <w:rsid w:val="00382DBE"/>
    <w:rsid w:val="00384D0A"/>
    <w:rsid w:val="00387D60"/>
    <w:rsid w:val="003E4E39"/>
    <w:rsid w:val="00402EAE"/>
    <w:rsid w:val="00417D80"/>
    <w:rsid w:val="00423A0A"/>
    <w:rsid w:val="004348CD"/>
    <w:rsid w:val="0044558A"/>
    <w:rsid w:val="00455170"/>
    <w:rsid w:val="004A1C06"/>
    <w:rsid w:val="004D0F77"/>
    <w:rsid w:val="004D671D"/>
    <w:rsid w:val="004F4917"/>
    <w:rsid w:val="00503E78"/>
    <w:rsid w:val="00567F3D"/>
    <w:rsid w:val="005D0521"/>
    <w:rsid w:val="005F0D35"/>
    <w:rsid w:val="00640549"/>
    <w:rsid w:val="00646F3F"/>
    <w:rsid w:val="00661C6D"/>
    <w:rsid w:val="006A6C2F"/>
    <w:rsid w:val="006C583F"/>
    <w:rsid w:val="006D77FC"/>
    <w:rsid w:val="006E53B4"/>
    <w:rsid w:val="00723B6A"/>
    <w:rsid w:val="007348B5"/>
    <w:rsid w:val="00763354"/>
    <w:rsid w:val="00771955"/>
    <w:rsid w:val="00781BD4"/>
    <w:rsid w:val="00791C3A"/>
    <w:rsid w:val="00797BAB"/>
    <w:rsid w:val="007B4EBC"/>
    <w:rsid w:val="007D406E"/>
    <w:rsid w:val="007D42EF"/>
    <w:rsid w:val="00806FCA"/>
    <w:rsid w:val="00830C52"/>
    <w:rsid w:val="0084498A"/>
    <w:rsid w:val="00874014"/>
    <w:rsid w:val="008879E1"/>
    <w:rsid w:val="008B1ACB"/>
    <w:rsid w:val="008B5BC8"/>
    <w:rsid w:val="008B6968"/>
    <w:rsid w:val="008C634A"/>
    <w:rsid w:val="008F344A"/>
    <w:rsid w:val="00901861"/>
    <w:rsid w:val="009018E9"/>
    <w:rsid w:val="00905755"/>
    <w:rsid w:val="009058B4"/>
    <w:rsid w:val="009073E3"/>
    <w:rsid w:val="009226D2"/>
    <w:rsid w:val="00924B8A"/>
    <w:rsid w:val="00932C45"/>
    <w:rsid w:val="009844F1"/>
    <w:rsid w:val="0099116D"/>
    <w:rsid w:val="009943D8"/>
    <w:rsid w:val="009A025D"/>
    <w:rsid w:val="009B28C9"/>
    <w:rsid w:val="009C019E"/>
    <w:rsid w:val="009C0401"/>
    <w:rsid w:val="009D3609"/>
    <w:rsid w:val="009D48BC"/>
    <w:rsid w:val="00A0494E"/>
    <w:rsid w:val="00A2275F"/>
    <w:rsid w:val="00A31C3F"/>
    <w:rsid w:val="00A32F0C"/>
    <w:rsid w:val="00A421F7"/>
    <w:rsid w:val="00A55530"/>
    <w:rsid w:val="00AA240D"/>
    <w:rsid w:val="00AC5F64"/>
    <w:rsid w:val="00AC65C9"/>
    <w:rsid w:val="00AE098C"/>
    <w:rsid w:val="00AE3E1C"/>
    <w:rsid w:val="00AF31BB"/>
    <w:rsid w:val="00B039B2"/>
    <w:rsid w:val="00B20832"/>
    <w:rsid w:val="00B2354A"/>
    <w:rsid w:val="00B33A25"/>
    <w:rsid w:val="00B350C3"/>
    <w:rsid w:val="00B37FCC"/>
    <w:rsid w:val="00B56232"/>
    <w:rsid w:val="00B6693A"/>
    <w:rsid w:val="00B85994"/>
    <w:rsid w:val="00B91414"/>
    <w:rsid w:val="00BD2E91"/>
    <w:rsid w:val="00BF7D64"/>
    <w:rsid w:val="00C251AC"/>
    <w:rsid w:val="00C26A2F"/>
    <w:rsid w:val="00C333D9"/>
    <w:rsid w:val="00C56DD9"/>
    <w:rsid w:val="00C758AD"/>
    <w:rsid w:val="00C87634"/>
    <w:rsid w:val="00CD1AAC"/>
    <w:rsid w:val="00D1191A"/>
    <w:rsid w:val="00D20846"/>
    <w:rsid w:val="00D223E7"/>
    <w:rsid w:val="00D450A3"/>
    <w:rsid w:val="00D56296"/>
    <w:rsid w:val="00D60BE4"/>
    <w:rsid w:val="00D774CA"/>
    <w:rsid w:val="00D86C4C"/>
    <w:rsid w:val="00DA3E49"/>
    <w:rsid w:val="00DB5100"/>
    <w:rsid w:val="00DD0877"/>
    <w:rsid w:val="00DD38CE"/>
    <w:rsid w:val="00DF23A3"/>
    <w:rsid w:val="00DF7EE7"/>
    <w:rsid w:val="00E003D6"/>
    <w:rsid w:val="00E21C6A"/>
    <w:rsid w:val="00E31001"/>
    <w:rsid w:val="00E548DF"/>
    <w:rsid w:val="00EA0154"/>
    <w:rsid w:val="00ED6F5C"/>
    <w:rsid w:val="00EE04A7"/>
    <w:rsid w:val="00EE47B9"/>
    <w:rsid w:val="00EF6588"/>
    <w:rsid w:val="00F079D9"/>
    <w:rsid w:val="00F2216F"/>
    <w:rsid w:val="00F275F5"/>
    <w:rsid w:val="00F365E0"/>
    <w:rsid w:val="00F7419B"/>
    <w:rsid w:val="00F92125"/>
    <w:rsid w:val="00F960CB"/>
    <w:rsid w:val="00FD161B"/>
    <w:rsid w:val="00FE4BF4"/>
    <w:rsid w:val="00FE6AD4"/>
    <w:rsid w:val="00FF0425"/>
    <w:rsid w:val="00FF14C3"/>
    <w:rsid w:val="00F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01F22"/>
  <w15:chartTrackingRefBased/>
  <w15:docId w15:val="{212CEAEC-0AF5-D14C-9211-00A7E49D7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71526"/>
  </w:style>
  <w:style w:type="paragraph" w:styleId="Rodap">
    <w:name w:val="footer"/>
    <w:basedOn w:val="Normal"/>
    <w:link w:val="Rodap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071526"/>
  </w:style>
  <w:style w:type="paragraph" w:styleId="PargrafodaLista">
    <w:name w:val="List Paragraph"/>
    <w:basedOn w:val="Normal"/>
    <w:uiPriority w:val="34"/>
    <w:qFormat/>
    <w:rsid w:val="00B350C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84498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5623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table" w:styleId="TabelacomGrelha">
    <w:name w:val="Table Grid"/>
    <w:basedOn w:val="Tabelanormal"/>
    <w:uiPriority w:val="39"/>
    <w:rsid w:val="00D45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NoResolvida">
    <w:name w:val="Unresolved Mention"/>
    <w:basedOn w:val="Tipodeletrapredefinidodopargrafo"/>
    <w:uiPriority w:val="99"/>
    <w:semiHidden/>
    <w:unhideWhenUsed/>
    <w:rsid w:val="00A31C3F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A31C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ixabay.com/en/africa-banana-exotic-food-1296196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pngimg.com/download/43182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odolfopinto/Dropbox/2020-2021/CC%20Atividades%20Novo%20Design/Novodesign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9560FD-8181-DE40-9DBE-3EBF5E7F2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Novodesign.dotx</Template>
  <TotalTime>59</TotalTime>
  <Pages>1</Pages>
  <Words>38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Rodolfo Duarte Pinto</cp:lastModifiedBy>
  <cp:revision>9</cp:revision>
  <dcterms:created xsi:type="dcterms:W3CDTF">2022-02-14T14:43:00Z</dcterms:created>
  <dcterms:modified xsi:type="dcterms:W3CDTF">2022-05-20T12:37:00Z</dcterms:modified>
</cp:coreProperties>
</file>